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КТП по английскому языку в 7а,7т классах Ярмушевой М.В.</w:t>
      </w: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66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080"/>
        <w:gridCol w:w="4320"/>
        <w:gridCol w:w="2160"/>
        <w:gridCol w:w="3240"/>
      </w:tblGrid>
      <w:tr w:rsidR="00F14786" w:rsidRPr="00B935D3" w:rsidTr="00A34EBE">
        <w:tc>
          <w:tcPr>
            <w:tcW w:w="1988" w:type="dxa"/>
          </w:tcPr>
          <w:p w:rsidR="00F14786" w:rsidRPr="00B935D3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Запланированная дата проведения 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080" w:type="dxa"/>
          </w:tcPr>
          <w:p w:rsidR="00F14786" w:rsidRPr="00B935D3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4320" w:type="dxa"/>
          </w:tcPr>
          <w:p w:rsidR="00F14786" w:rsidRPr="007D1ADF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</w:t>
            </w:r>
            <w:r w:rsidRPr="007D1ADF">
              <w:rPr>
                <w:rFonts w:ascii="Times New Roman" w:hAnsi="Times New Roman"/>
              </w:rPr>
              <w:t>ема урока</w:t>
            </w:r>
          </w:p>
        </w:tc>
        <w:tc>
          <w:tcPr>
            <w:tcW w:w="2160" w:type="dxa"/>
          </w:tcPr>
          <w:p w:rsidR="00F14786" w:rsidRPr="00B935D3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40" w:type="dxa"/>
          </w:tcPr>
          <w:p w:rsidR="00F14786" w:rsidRPr="00B935D3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F14786" w:rsidRPr="00B935D3" w:rsidTr="00C72EE9">
        <w:trPr>
          <w:trHeight w:val="762"/>
        </w:trPr>
        <w:tc>
          <w:tcPr>
            <w:tcW w:w="1988" w:type="dxa"/>
          </w:tcPr>
          <w:p w:rsidR="00F14786" w:rsidRPr="007D1ADF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2080" w:type="dxa"/>
          </w:tcPr>
          <w:p w:rsidR="00F14786" w:rsidRPr="00B935D3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4320" w:type="dxa"/>
          </w:tcPr>
          <w:p w:rsidR="00F14786" w:rsidRPr="00C72EE9" w:rsidRDefault="00F14786" w:rsidP="00C72EE9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C72EE9">
              <w:rPr>
                <w:rFonts w:ascii="Times New Roman" w:hAnsi="Times New Roman"/>
                <w:lang w:val="en-US"/>
              </w:rPr>
              <w:t>English in Use 10</w:t>
            </w:r>
          </w:p>
          <w:p w:rsidR="00F14786" w:rsidRPr="00C72EE9" w:rsidRDefault="00F14786" w:rsidP="00C72EE9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C72EE9">
              <w:rPr>
                <w:rFonts w:ascii="Times New Roman" w:hAnsi="Times New Roman"/>
                <w:lang w:val="en-US"/>
              </w:rPr>
              <w:t>At the school nurse (</w:t>
            </w:r>
            <w:r>
              <w:rPr>
                <w:rFonts w:ascii="Times New Roman" w:hAnsi="Times New Roman"/>
              </w:rPr>
              <w:t>У</w:t>
            </w:r>
            <w:r w:rsidRPr="00C72EE9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школьного</w:t>
            </w:r>
            <w:r w:rsidRPr="00C72EE9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врача</w:t>
            </w:r>
            <w:r w:rsidRPr="00C72EE9">
              <w:rPr>
                <w:rFonts w:ascii="Times New Roman" w:hAnsi="Times New Roman"/>
                <w:lang w:val="en-US"/>
              </w:rPr>
              <w:t xml:space="preserve">) </w:t>
            </w:r>
          </w:p>
          <w:p w:rsidR="00F14786" w:rsidRPr="00C72EE9" w:rsidRDefault="00F14786" w:rsidP="00A34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60" w:type="dxa"/>
          </w:tcPr>
          <w:p w:rsidR="00F14786" w:rsidRPr="00B935D3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F14786" w:rsidRPr="00B935D3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F14786" w:rsidRPr="00B935D3" w:rsidTr="00A34EBE">
        <w:tc>
          <w:tcPr>
            <w:tcW w:w="1988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2080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320" w:type="dxa"/>
          </w:tcPr>
          <w:p w:rsidR="00F14786" w:rsidRPr="00C72EE9" w:rsidRDefault="00F14786" w:rsidP="00C72EE9">
            <w:pPr>
              <w:rPr>
                <w:rFonts w:ascii="Times New Roman" w:hAnsi="Times New Roman"/>
              </w:rPr>
            </w:pPr>
            <w:r w:rsidRPr="00C72EE9">
              <w:rPr>
                <w:rFonts w:ascii="Times New Roman" w:hAnsi="Times New Roman"/>
                <w:lang w:val="en-US"/>
              </w:rPr>
              <w:t>Extensive</w:t>
            </w:r>
            <w:r w:rsidRPr="00C72EE9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C72EE9">
                  <w:rPr>
                    <w:rFonts w:ascii="Times New Roman" w:hAnsi="Times New Roman"/>
                    <w:lang w:val="en-US"/>
                  </w:rPr>
                  <w:t>Reading</w:t>
                </w:r>
              </w:smartTag>
            </w:smartTag>
            <w:r w:rsidRPr="00C72EE9">
              <w:rPr>
                <w:rFonts w:ascii="Times New Roman" w:hAnsi="Times New Roman"/>
              </w:rPr>
              <w:t xml:space="preserve"> 10 </w:t>
            </w:r>
            <w:r w:rsidRPr="00C72EE9">
              <w:rPr>
                <w:rFonts w:ascii="Times New Roman" w:hAnsi="Times New Roman"/>
                <w:lang w:val="en-US"/>
              </w:rPr>
              <w:t>Across</w:t>
            </w:r>
            <w:r w:rsidRPr="00C72EE9">
              <w:rPr>
                <w:rFonts w:ascii="Times New Roman" w:hAnsi="Times New Roman"/>
              </w:rPr>
              <w:t xml:space="preserve"> </w:t>
            </w:r>
            <w:r w:rsidRPr="00C72EE9">
              <w:rPr>
                <w:rFonts w:ascii="Times New Roman" w:hAnsi="Times New Roman"/>
                <w:lang w:val="en-US"/>
              </w:rPr>
              <w:t>the</w:t>
            </w:r>
            <w:r w:rsidRPr="00C72EE9">
              <w:rPr>
                <w:rFonts w:ascii="Times New Roman" w:hAnsi="Times New Roman"/>
              </w:rPr>
              <w:t xml:space="preserve"> </w:t>
            </w:r>
            <w:r w:rsidRPr="00C72EE9">
              <w:rPr>
                <w:rFonts w:ascii="Times New Roman" w:hAnsi="Times New Roman"/>
                <w:lang w:val="en-US"/>
              </w:rPr>
              <w:t>Curriculum</w:t>
            </w:r>
            <w:r w:rsidRPr="00C72EE9">
              <w:rPr>
                <w:rFonts w:ascii="Times New Roman" w:hAnsi="Times New Roman"/>
              </w:rPr>
              <w:t xml:space="preserve">: </w:t>
            </w:r>
            <w:r w:rsidRPr="00C72EE9">
              <w:rPr>
                <w:rFonts w:ascii="Times New Roman" w:hAnsi="Times New Roman"/>
                <w:lang w:val="en-US"/>
              </w:rPr>
              <w:t>Literature</w:t>
            </w:r>
            <w:r w:rsidRPr="00C72EE9">
              <w:rPr>
                <w:rFonts w:ascii="Times New Roman" w:hAnsi="Times New Roman"/>
              </w:rPr>
              <w:t xml:space="preserve">. </w:t>
            </w:r>
            <w:r w:rsidRPr="00C72EE9">
              <w:rPr>
                <w:rFonts w:ascii="Times New Roman" w:hAnsi="Times New Roman"/>
                <w:lang w:val="fr-FR"/>
              </w:rPr>
              <w:t>Daniel</w:t>
            </w:r>
            <w:r w:rsidRPr="00C72EE9">
              <w:rPr>
                <w:rFonts w:ascii="Times New Roman" w:hAnsi="Times New Roman"/>
              </w:rPr>
              <w:t xml:space="preserve"> </w:t>
            </w:r>
            <w:r w:rsidRPr="00C72EE9">
              <w:rPr>
                <w:rFonts w:ascii="Times New Roman" w:hAnsi="Times New Roman"/>
                <w:lang w:val="fr-FR"/>
              </w:rPr>
              <w:t>Defoe</w:t>
            </w:r>
            <w:r w:rsidRPr="00C72EE9">
              <w:rPr>
                <w:rFonts w:ascii="Times New Roman" w:hAnsi="Times New Roman"/>
              </w:rPr>
              <w:t xml:space="preserve"> </w:t>
            </w:r>
            <w:r w:rsidRPr="00C72EE9">
              <w:rPr>
                <w:rFonts w:ascii="Times New Roman" w:hAnsi="Times New Roman"/>
                <w:lang w:val="fr-FR"/>
              </w:rPr>
              <w:t>Robinson</w:t>
            </w:r>
            <w:r w:rsidRPr="00C72EE9">
              <w:rPr>
                <w:rFonts w:ascii="Times New Roman" w:hAnsi="Times New Roman"/>
              </w:rPr>
              <w:t xml:space="preserve"> </w:t>
            </w:r>
            <w:r w:rsidRPr="00C72EE9">
              <w:rPr>
                <w:rFonts w:ascii="Times New Roman" w:hAnsi="Times New Roman"/>
                <w:lang w:val="fr-FR"/>
              </w:rPr>
              <w:t>Crusoe</w:t>
            </w:r>
            <w:r w:rsidRPr="00C72EE9">
              <w:rPr>
                <w:rFonts w:ascii="Times New Roman" w:hAnsi="Times New Roman"/>
              </w:rPr>
              <w:t>.</w:t>
            </w:r>
          </w:p>
          <w:p w:rsidR="00F14786" w:rsidRPr="00C72EE9" w:rsidRDefault="00F14786" w:rsidP="00C72EE9">
            <w:pPr>
              <w:rPr>
                <w:rFonts w:ascii="Times New Roman" w:hAnsi="Times New Roman"/>
              </w:rPr>
            </w:pPr>
            <w:r w:rsidRPr="00C72EE9">
              <w:rPr>
                <w:rFonts w:ascii="Times New Roman" w:hAnsi="Times New Roman"/>
              </w:rPr>
              <w:t>(Д. Дефо. Робинзон Крузо)</w:t>
            </w:r>
          </w:p>
          <w:p w:rsidR="00F14786" w:rsidRDefault="00F14786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F14786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F14786" w:rsidRPr="00B935D3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F14786" w:rsidRPr="00B935D3" w:rsidTr="00A34EBE">
        <w:tc>
          <w:tcPr>
            <w:tcW w:w="1988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2080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320" w:type="dxa"/>
          </w:tcPr>
          <w:p w:rsidR="00F14786" w:rsidRPr="00C72EE9" w:rsidRDefault="00F14786" w:rsidP="007A2F40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72EE9">
              <w:rPr>
                <w:rFonts w:ascii="Times New Roman" w:hAnsi="Times New Roman"/>
              </w:rPr>
              <w:t>Самоконтроль, самокоррекция, рефлексия по материалу и освоению речевых умений</w:t>
            </w:r>
          </w:p>
        </w:tc>
        <w:tc>
          <w:tcPr>
            <w:tcW w:w="2160" w:type="dxa"/>
          </w:tcPr>
          <w:p w:rsidR="00F14786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F14786" w:rsidRPr="00B935D3" w:rsidTr="00A34EBE">
        <w:tc>
          <w:tcPr>
            <w:tcW w:w="1988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2080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4320" w:type="dxa"/>
          </w:tcPr>
          <w:p w:rsidR="00F14786" w:rsidRPr="00C72EE9" w:rsidRDefault="00F14786" w:rsidP="00C72EE9">
            <w:pPr>
              <w:rPr>
                <w:rFonts w:ascii="Times New Roman" w:hAnsi="Times New Roman"/>
              </w:rPr>
            </w:pPr>
            <w:r w:rsidRPr="00C72EE9">
              <w:rPr>
                <w:rFonts w:ascii="Times New Roman" w:hAnsi="Times New Roman"/>
              </w:rPr>
              <w:t>Урок коррекции Проект по выбранной теме из модуля</w:t>
            </w:r>
          </w:p>
        </w:tc>
        <w:tc>
          <w:tcPr>
            <w:tcW w:w="2160" w:type="dxa"/>
          </w:tcPr>
          <w:p w:rsidR="00F14786" w:rsidRDefault="00F14786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F14786" w:rsidRDefault="00F14786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</w:tbl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4786" w:rsidRDefault="00F14786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F14786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503A9"/>
    <w:rsid w:val="00064C9F"/>
    <w:rsid w:val="000C7D2A"/>
    <w:rsid w:val="000F095F"/>
    <w:rsid w:val="0015480F"/>
    <w:rsid w:val="001650DF"/>
    <w:rsid w:val="00193020"/>
    <w:rsid w:val="002260E7"/>
    <w:rsid w:val="002328BE"/>
    <w:rsid w:val="002F20C6"/>
    <w:rsid w:val="002F5997"/>
    <w:rsid w:val="00316D32"/>
    <w:rsid w:val="003263E7"/>
    <w:rsid w:val="0034396F"/>
    <w:rsid w:val="00350DD8"/>
    <w:rsid w:val="0037722A"/>
    <w:rsid w:val="0038257F"/>
    <w:rsid w:val="0039538D"/>
    <w:rsid w:val="003D2472"/>
    <w:rsid w:val="003E3000"/>
    <w:rsid w:val="004A6220"/>
    <w:rsid w:val="004E25B3"/>
    <w:rsid w:val="004E266F"/>
    <w:rsid w:val="005C13C5"/>
    <w:rsid w:val="007026D3"/>
    <w:rsid w:val="00775F10"/>
    <w:rsid w:val="00780B0E"/>
    <w:rsid w:val="007864D1"/>
    <w:rsid w:val="007A2F40"/>
    <w:rsid w:val="007A4F80"/>
    <w:rsid w:val="007D1ADF"/>
    <w:rsid w:val="007D3DE6"/>
    <w:rsid w:val="0089732A"/>
    <w:rsid w:val="008B02CC"/>
    <w:rsid w:val="008C00EE"/>
    <w:rsid w:val="00A004E2"/>
    <w:rsid w:val="00A34EBE"/>
    <w:rsid w:val="00B15F61"/>
    <w:rsid w:val="00B2344A"/>
    <w:rsid w:val="00B52AD2"/>
    <w:rsid w:val="00B55718"/>
    <w:rsid w:val="00B66F0D"/>
    <w:rsid w:val="00B935D3"/>
    <w:rsid w:val="00BF33FE"/>
    <w:rsid w:val="00C25AB3"/>
    <w:rsid w:val="00C72EE9"/>
    <w:rsid w:val="00CC7309"/>
    <w:rsid w:val="00D666D0"/>
    <w:rsid w:val="00D71E70"/>
    <w:rsid w:val="00DE371A"/>
    <w:rsid w:val="00E13E8D"/>
    <w:rsid w:val="00E4437D"/>
    <w:rsid w:val="00E94EE5"/>
    <w:rsid w:val="00E97586"/>
    <w:rsid w:val="00F14786"/>
    <w:rsid w:val="00F34CEF"/>
    <w:rsid w:val="00F55BF3"/>
    <w:rsid w:val="00F6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1</Pages>
  <Words>111</Words>
  <Characters>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11</cp:revision>
  <dcterms:created xsi:type="dcterms:W3CDTF">2020-03-29T15:52:00Z</dcterms:created>
  <dcterms:modified xsi:type="dcterms:W3CDTF">2021-05-05T16:37:00Z</dcterms:modified>
</cp:coreProperties>
</file>